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077E" w14:textId="77777777" w:rsidR="00CB20C9" w:rsidRPr="00E63D5D" w:rsidRDefault="00CB20C9" w:rsidP="009E5DAF">
      <w:pPr>
        <w:pStyle w:val="Nadpis1"/>
        <w:numPr>
          <w:ilvl w:val="0"/>
          <w:numId w:val="0"/>
        </w:numPr>
        <w:spacing w:line="276" w:lineRule="auto"/>
        <w:jc w:val="center"/>
      </w:pPr>
      <w:bookmarkStart w:id="0" w:name="_Hlk82082329"/>
      <w:r w:rsidRPr="00E63D5D">
        <w:t xml:space="preserve">Protokol o instruktáži zaměstnanců ve smyslu </w:t>
      </w:r>
      <w:r w:rsidR="00782E60" w:rsidRPr="00E63D5D">
        <w:t>nařízení Evropského parlamentu</w:t>
      </w:r>
      <w:r w:rsidR="00E63D5D" w:rsidRPr="00E63D5D">
        <w:br/>
      </w:r>
      <w:r w:rsidR="00782E60" w:rsidRPr="00E63D5D">
        <w:t>a Rady (EU) 2017/745</w:t>
      </w:r>
      <w:r w:rsidRPr="00E63D5D">
        <w:t xml:space="preserve"> o zdravotnický</w:t>
      </w:r>
      <w:r w:rsidR="00F81F51" w:rsidRPr="00E63D5D">
        <w:t>ch prostředcích v platném znění</w:t>
      </w:r>
    </w:p>
    <w:bookmarkEnd w:id="0"/>
    <w:p w14:paraId="76605093" w14:textId="77777777" w:rsidR="00E63D5D" w:rsidRPr="00E63D5D" w:rsidRDefault="00E63D5D" w:rsidP="00E63D5D">
      <w:pPr>
        <w:rPr>
          <w:rFonts w:ascii="Tahoma" w:hAnsi="Tahoma" w:cs="Tahom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701"/>
        <w:gridCol w:w="1701"/>
        <w:gridCol w:w="284"/>
        <w:gridCol w:w="1134"/>
        <w:gridCol w:w="283"/>
        <w:gridCol w:w="851"/>
        <w:gridCol w:w="850"/>
        <w:gridCol w:w="284"/>
        <w:gridCol w:w="1417"/>
      </w:tblGrid>
      <w:tr w:rsidR="00E7309F" w:rsidRPr="00E63D5D" w14:paraId="4F18C86D" w14:textId="77777777" w:rsidTr="00124DA8">
        <w:trPr>
          <w:trHeight w:val="312"/>
        </w:trPr>
        <w:tc>
          <w:tcPr>
            <w:tcW w:w="212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8001581" w14:textId="77777777" w:rsidR="00E7309F" w:rsidRPr="00E63D5D" w:rsidRDefault="00E7309F" w:rsidP="00756E5C">
            <w:pPr>
              <w:spacing w:after="0"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Nemocnice</w:t>
            </w:r>
          </w:p>
          <w:p w14:paraId="6645EAAD" w14:textId="77777777" w:rsidR="00756E5C" w:rsidRPr="00E63D5D" w:rsidRDefault="00756E5C" w:rsidP="00756E5C">
            <w:pPr>
              <w:spacing w:after="0" w:line="360" w:lineRule="auto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zaškrtněte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348CF82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PKN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B4D6DD7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CHN</w:t>
            </w:r>
          </w:p>
        </w:tc>
        <w:tc>
          <w:tcPr>
            <w:tcW w:w="1701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47BB31D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OUN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93297D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SYN</w:t>
            </w: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0AB84F8" w14:textId="77777777" w:rsidR="00E7309F" w:rsidRPr="00E63D5D" w:rsidRDefault="00756E5C" w:rsidP="00756E5C">
            <w:pPr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LIN</w:t>
            </w:r>
          </w:p>
        </w:tc>
      </w:tr>
      <w:tr w:rsidR="00CB20C9" w:rsidRPr="00E63D5D" w14:paraId="6B69774F" w14:textId="77777777" w:rsidTr="00124DA8">
        <w:trPr>
          <w:trHeight w:val="312"/>
        </w:trPr>
        <w:tc>
          <w:tcPr>
            <w:tcW w:w="10632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CDEF7E" w14:textId="77777777" w:rsidR="009E5DAF" w:rsidRPr="00E63D5D" w:rsidRDefault="00E7309F" w:rsidP="0079214C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Klinika/oddělení/pracoviště</w:t>
            </w:r>
            <w:r w:rsidR="002174A3" w:rsidRPr="00E63D5D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</w:tr>
      <w:tr w:rsidR="00CB20C9" w:rsidRPr="00E63D5D" w14:paraId="4C5C1D7A" w14:textId="77777777" w:rsidTr="00124DA8">
        <w:trPr>
          <w:trHeight w:val="312"/>
        </w:trPr>
        <w:tc>
          <w:tcPr>
            <w:tcW w:w="10632" w:type="dxa"/>
            <w:gridSpan w:val="10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812F6ED" w14:textId="77777777" w:rsidR="00CB20C9" w:rsidRPr="00E63D5D" w:rsidRDefault="007D7B4D" w:rsidP="0079214C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 xml:space="preserve">Zdravotnický prostředek, </w:t>
            </w:r>
            <w:r w:rsidR="00E63D5D" w:rsidRPr="00E63D5D">
              <w:rPr>
                <w:rFonts w:ascii="Tahoma" w:hAnsi="Tahoma" w:cs="Tahoma"/>
                <w:b/>
                <w:sz w:val="22"/>
                <w:szCs w:val="22"/>
              </w:rPr>
              <w:t>typ</w:t>
            </w:r>
            <w:r w:rsidR="00E63D5D" w:rsidRPr="00E63D5D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="00E63D5D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*</w:t>
            </w:r>
            <w:r w:rsidR="00373155" w:rsidRPr="00E63D5D">
              <w:rPr>
                <w:rFonts w:ascii="Tahoma" w:hAnsi="Tahoma" w:cs="Tahoma"/>
                <w:i/>
                <w:sz w:val="16"/>
                <w:szCs w:val="16"/>
              </w:rPr>
              <w:t>uveďte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přesný </w:t>
            </w:r>
            <w:r w:rsidR="0095474A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název a 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typ zdravotnického prostředku</w:t>
            </w:r>
          </w:p>
          <w:p w14:paraId="1A97CB3A" w14:textId="77777777" w:rsidR="00F81F51" w:rsidRPr="00E63D5D" w:rsidRDefault="00F81F51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16EE8" w:rsidRPr="00E63D5D" w14:paraId="7E81951E" w14:textId="77777777" w:rsidTr="00124DA8">
        <w:trPr>
          <w:trHeight w:val="312"/>
        </w:trPr>
        <w:tc>
          <w:tcPr>
            <w:tcW w:w="5813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E3AE03" w14:textId="77777777" w:rsidR="00D16EE8" w:rsidRPr="00E63D5D" w:rsidRDefault="00D16EE8" w:rsidP="004A48AF">
            <w:pPr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Riziková třída zdravotnického prostředku</w:t>
            </w:r>
          </w:p>
          <w:p w14:paraId="2D9750A7" w14:textId="77777777" w:rsidR="00D16EE8" w:rsidRPr="00E63D5D" w:rsidRDefault="00D16EE8" w:rsidP="004A48AF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>zaškrtněte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DECEA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I.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6831B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II.a</w:t>
            </w: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08232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II.b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F7469" w14:textId="77777777" w:rsidR="00D16EE8" w:rsidRPr="00E63D5D" w:rsidRDefault="00D16EE8" w:rsidP="00D16EE8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III.</w:t>
            </w:r>
          </w:p>
        </w:tc>
      </w:tr>
      <w:tr w:rsidR="007D7B4D" w:rsidRPr="00E63D5D" w14:paraId="170073AC" w14:textId="77777777" w:rsidTr="00124DA8">
        <w:trPr>
          <w:trHeight w:val="312"/>
        </w:trPr>
        <w:tc>
          <w:tcPr>
            <w:tcW w:w="10632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C4289D9" w14:textId="77777777" w:rsidR="007D7B4D" w:rsidRPr="00E63D5D" w:rsidRDefault="00E63D5D" w:rsidP="0079214C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Příslušenství</w:t>
            </w:r>
            <w:r w:rsidRPr="00E63D5D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*</w:t>
            </w:r>
            <w:r w:rsidR="00373155" w:rsidRPr="00E63D5D">
              <w:rPr>
                <w:rFonts w:ascii="Tahoma" w:hAnsi="Tahoma" w:cs="Tahoma"/>
                <w:i/>
                <w:sz w:val="16"/>
                <w:szCs w:val="16"/>
              </w:rPr>
              <w:t>uveďte</w:t>
            </w:r>
            <w:r w:rsidR="007D7B4D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 používané příslušenství k zdravotnickému prostředku, je tedy součástí školení</w:t>
            </w:r>
          </w:p>
          <w:p w14:paraId="2FAF1DAE" w14:textId="77777777" w:rsidR="009E5DAF" w:rsidRPr="00E63D5D" w:rsidRDefault="009E5DAF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C125980" w14:textId="77777777" w:rsidR="009E5DAF" w:rsidRPr="00E63D5D" w:rsidRDefault="009E5DAF" w:rsidP="0079214C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D7B4D" w:rsidRPr="00E63D5D" w14:paraId="06AC90D4" w14:textId="77777777" w:rsidTr="00124DA8">
        <w:trPr>
          <w:trHeight w:val="503"/>
        </w:trPr>
        <w:tc>
          <w:tcPr>
            <w:tcW w:w="10632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7623DD1" w14:textId="77777777" w:rsidR="00F81F51" w:rsidRPr="00E63D5D" w:rsidRDefault="00E63D5D" w:rsidP="00F81F51">
            <w:pPr>
              <w:rPr>
                <w:rFonts w:ascii="Tahoma" w:hAnsi="Tahoma" w:cs="Tahoma"/>
                <w:color w:val="333333"/>
                <w:sz w:val="22"/>
                <w:szCs w:val="22"/>
              </w:rPr>
            </w:pPr>
            <w:r w:rsidRPr="00E63D5D">
              <w:rPr>
                <w:rFonts w:ascii="Tahoma" w:hAnsi="Tahoma" w:cs="Tahoma"/>
                <w:b/>
                <w:sz w:val="22"/>
                <w:szCs w:val="22"/>
              </w:rPr>
              <w:t>Školitel:</w:t>
            </w:r>
            <w:r w:rsidRPr="00E63D5D">
              <w:rPr>
                <w:rFonts w:ascii="Tahoma" w:hAnsi="Tahoma" w:cs="Tahoma"/>
                <w:i/>
                <w:sz w:val="22"/>
                <w:szCs w:val="22"/>
              </w:rPr>
              <w:t xml:space="preserve"> *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jméno, příjmení, podpis, razítko, </w:t>
            </w:r>
            <w:r w:rsidR="00A12456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název </w:t>
            </w:r>
            <w:r w:rsidR="001E7B29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a sídlo </w:t>
            </w:r>
            <w:r w:rsidR="00A12456" w:rsidRPr="00E63D5D">
              <w:rPr>
                <w:rFonts w:ascii="Tahoma" w:hAnsi="Tahoma" w:cs="Tahoma"/>
                <w:i/>
                <w:sz w:val="16"/>
                <w:szCs w:val="16"/>
              </w:rPr>
              <w:t xml:space="preserve">společnosti, </w:t>
            </w:r>
            <w:r w:rsidR="00F81F51" w:rsidRPr="00E63D5D">
              <w:rPr>
                <w:rFonts w:ascii="Tahoma" w:hAnsi="Tahoma" w:cs="Tahoma"/>
                <w:i/>
                <w:sz w:val="16"/>
                <w:szCs w:val="16"/>
              </w:rPr>
              <w:t>event. jiná další konkretizace školící osoby</w:t>
            </w:r>
            <w:r w:rsidR="00F81F51" w:rsidRPr="00E63D5D">
              <w:rPr>
                <w:rFonts w:ascii="Tahoma" w:hAnsi="Tahoma" w:cs="Tahoma"/>
                <w:color w:val="333333"/>
                <w:sz w:val="22"/>
                <w:szCs w:val="22"/>
              </w:rPr>
              <w:t xml:space="preserve"> </w:t>
            </w:r>
          </w:p>
          <w:p w14:paraId="5EEA3478" w14:textId="77777777" w:rsidR="00540D9A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Jméno; příjmení: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………………………………………………………………………………………………………………….</w:t>
            </w:r>
          </w:p>
          <w:p w14:paraId="59EBCC9D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Název společnosti: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14:paraId="461587E3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Sídlo společnosti: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430AFC09" w14:textId="77777777" w:rsidR="00882650" w:rsidRPr="00E63D5D" w:rsidRDefault="00882650" w:rsidP="00F81F51">
            <w:pPr>
              <w:rPr>
                <w:rFonts w:ascii="Tahoma" w:hAnsi="Tahoma" w:cs="Tahoma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>Další: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 w:rsidR="00124DA8" w:rsidRPr="00E63D5D"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1773C6AE" w14:textId="77777777" w:rsidR="00F81F51" w:rsidRPr="00E63D5D" w:rsidRDefault="00F81F51" w:rsidP="00882650">
            <w:pPr>
              <w:spacing w:after="0"/>
              <w:rPr>
                <w:rFonts w:ascii="Tahoma" w:hAnsi="Tahoma" w:cs="Tahoma"/>
                <w:b/>
                <w:u w:val="single"/>
              </w:rPr>
            </w:pPr>
            <w:r w:rsidRPr="00E63D5D">
              <w:rPr>
                <w:rFonts w:ascii="Tahoma" w:hAnsi="Tahoma" w:cs="Tahoma"/>
                <w:b/>
                <w:u w:val="single"/>
              </w:rPr>
              <w:t xml:space="preserve">Školitel (autorizovaná osoba) prohlašuje, že: </w:t>
            </w:r>
          </w:p>
          <w:p w14:paraId="4F99B9C8" w14:textId="77777777" w:rsidR="009E5DAF" w:rsidRPr="00E63D5D" w:rsidRDefault="00F81F51" w:rsidP="00882650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3D5D">
              <w:rPr>
                <w:rFonts w:ascii="Tahoma" w:hAnsi="Tahoma" w:cs="Tahoma"/>
                <w:sz w:val="18"/>
                <w:szCs w:val="18"/>
              </w:rPr>
              <w:t>Účastníci absolvovali instruktáž o zacházení s uvedeným zdravotnickým prostředkem a jeho používání v souladu s návodem k použití, i s ohledem na používání příslušenství, programového vybavení a možných kombinací použití s dalšími zdravotnickými prostředky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a rovněž byli seznámen</w:t>
            </w:r>
            <w:r w:rsidR="00275500">
              <w:rPr>
                <w:rFonts w:ascii="Tahoma" w:hAnsi="Tahoma" w:cs="Tahoma"/>
                <w:sz w:val="18"/>
                <w:szCs w:val="18"/>
              </w:rPr>
              <w:t>i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s riziky spojenými s používáním uvedeného prostředku. </w:t>
            </w:r>
            <w:r w:rsidRPr="00E63D5D">
              <w:rPr>
                <w:rFonts w:ascii="Tahoma" w:hAnsi="Tahoma" w:cs="Tahoma"/>
                <w:sz w:val="18"/>
                <w:szCs w:val="18"/>
              </w:rPr>
              <w:t xml:space="preserve">Školené tématice účastníci porozuměli, což stvrzují svým podpisem. </w:t>
            </w:r>
          </w:p>
          <w:p w14:paraId="57790CD0" w14:textId="77777777" w:rsidR="00F81F51" w:rsidRPr="00E63D5D" w:rsidRDefault="00540D9A" w:rsidP="00882650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3D5D">
              <w:rPr>
                <w:rFonts w:ascii="Tahoma" w:hAnsi="Tahoma" w:cs="Tahoma"/>
                <w:sz w:val="18"/>
                <w:szCs w:val="18"/>
              </w:rPr>
              <w:t>Tyto p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roškolené osoby jsou oprávněny a schopny provádět instruktáž dalších zaměstnanců</w:t>
            </w:r>
            <w:r w:rsidRPr="00E63D5D">
              <w:rPr>
                <w:rFonts w:ascii="Tahoma" w:hAnsi="Tahoma" w:cs="Tahoma"/>
                <w:sz w:val="18"/>
                <w:szCs w:val="18"/>
              </w:rPr>
              <w:t xml:space="preserve"> v plném rozsahu a v souladu s</w:t>
            </w:r>
            <w:r w:rsidR="00E50027" w:rsidRPr="00E63D5D">
              <w:rPr>
                <w:rFonts w:ascii="Tahoma" w:hAnsi="Tahoma" w:cs="Tahoma"/>
                <w:sz w:val="18"/>
                <w:szCs w:val="18"/>
              </w:rPr>
              <w:t> 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obsahem návodu k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> 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>obsluze</w:t>
            </w:r>
            <w:r w:rsidR="00994855" w:rsidRPr="00E63D5D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9E5DAF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zaškrtněte vybranou variantu </w:t>
            </w:r>
            <w:r w:rsidR="00417017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k tomuto tvrzení </w:t>
            </w:r>
            <w:r w:rsidR="009E5DAF" w:rsidRPr="00E63D5D">
              <w:rPr>
                <w:rFonts w:ascii="Tahoma" w:hAnsi="Tahoma" w:cs="Tahoma"/>
                <w:i/>
                <w:iCs/>
                <w:sz w:val="18"/>
                <w:szCs w:val="18"/>
              </w:rPr>
              <w:t>- ANO / NE</w:t>
            </w:r>
            <w:r w:rsidR="009E5DAF" w:rsidRPr="00E63D5D">
              <w:rPr>
                <w:rFonts w:ascii="Tahoma" w:hAnsi="Tahoma" w:cs="Tahoma"/>
                <w:sz w:val="18"/>
                <w:szCs w:val="18"/>
              </w:rPr>
              <w:t>)</w:t>
            </w:r>
            <w:r w:rsidR="00F81F51" w:rsidRPr="00E63D5D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14:paraId="59ED7BA0" w14:textId="77777777" w:rsidR="004A48AF" w:rsidRPr="00E63D5D" w:rsidRDefault="00882650" w:rsidP="004E6AAA">
            <w:pPr>
              <w:spacing w:before="240"/>
              <w:jc w:val="both"/>
              <w:rPr>
                <w:rFonts w:ascii="Tahoma" w:hAnsi="Tahoma" w:cs="Tahoma"/>
                <w:i/>
                <w:color w:val="FF0000"/>
                <w:sz w:val="22"/>
                <w:szCs w:val="22"/>
              </w:rPr>
            </w:pPr>
            <w:r w:rsidRPr="00E63D5D">
              <w:rPr>
                <w:rFonts w:ascii="Tahoma" w:hAnsi="Tahoma" w:cs="Tahoma"/>
                <w:sz w:val="22"/>
                <w:szCs w:val="22"/>
              </w:rPr>
              <w:t xml:space="preserve">Podpis, </w:t>
            </w:r>
            <w:r w:rsidR="00CA40F5" w:rsidRPr="00E63D5D">
              <w:rPr>
                <w:rFonts w:ascii="Tahoma" w:hAnsi="Tahoma" w:cs="Tahoma"/>
                <w:sz w:val="22"/>
                <w:szCs w:val="22"/>
              </w:rPr>
              <w:t xml:space="preserve">datum, </w:t>
            </w:r>
            <w:r w:rsidRPr="00E63D5D">
              <w:rPr>
                <w:rFonts w:ascii="Tahoma" w:hAnsi="Tahoma" w:cs="Tahoma"/>
                <w:sz w:val="22"/>
                <w:szCs w:val="22"/>
              </w:rPr>
              <w:t>event. razítko:</w:t>
            </w:r>
            <w:r w:rsidR="00E63D5D" w:rsidRPr="00E63D5D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E63D5D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253CD77B" w14:textId="77777777" w:rsidR="006A23F1" w:rsidRPr="00E63D5D" w:rsidRDefault="006A23F1" w:rsidP="006A23F1">
      <w:pPr>
        <w:spacing w:after="0"/>
        <w:jc w:val="both"/>
        <w:rPr>
          <w:rFonts w:ascii="Tahoma" w:hAnsi="Tahoma" w:cs="Tahoma"/>
          <w:sz w:val="22"/>
          <w:szCs w:val="22"/>
        </w:rPr>
      </w:pPr>
    </w:p>
    <w:tbl>
      <w:tblPr>
        <w:tblW w:w="1066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0"/>
        <w:gridCol w:w="4111"/>
        <w:gridCol w:w="3035"/>
      </w:tblGrid>
      <w:tr w:rsidR="00E50027" w:rsidRPr="00E63D5D" w14:paraId="11CEA9BF" w14:textId="77777777" w:rsidTr="00ED208B">
        <w:trPr>
          <w:trHeight w:hRule="exact" w:val="558"/>
          <w:tblHeader/>
          <w:jc w:val="center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2A234195" w14:textId="77777777" w:rsidR="00E50027" w:rsidRPr="00E63D5D" w:rsidRDefault="00E50027" w:rsidP="00E50027">
            <w:pPr>
              <w:spacing w:after="0"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  <w:r w:rsidRPr="00E63D5D">
              <w:rPr>
                <w:rFonts w:ascii="Tahoma" w:hAnsi="Tahoma" w:cs="Tahoma"/>
                <w:b/>
                <w:bCs/>
              </w:rPr>
              <w:t>Da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t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u</w:t>
            </w:r>
            <w:r w:rsidRPr="00E63D5D">
              <w:rPr>
                <w:rFonts w:ascii="Tahoma" w:hAnsi="Tahoma" w:cs="Tahoma"/>
                <w:b/>
                <w:bCs/>
              </w:rPr>
              <w:t xml:space="preserve">m </w:t>
            </w:r>
            <w:r w:rsidRPr="00E63D5D">
              <w:rPr>
                <w:rFonts w:ascii="Tahoma" w:hAnsi="Tahoma" w:cs="Tahoma"/>
                <w:i/>
                <w:iCs/>
                <w:sz w:val="16"/>
                <w:szCs w:val="16"/>
              </w:rPr>
              <w:t>(pouze pokud je odlišný od data</w:t>
            </w:r>
            <w:r w:rsidRPr="00E63D5D">
              <w:rPr>
                <w:rFonts w:ascii="Tahoma" w:hAnsi="Tahoma" w:cs="Tahoma"/>
                <w:b/>
                <w:bCs/>
                <w:i/>
                <w:iCs/>
              </w:rPr>
              <w:t xml:space="preserve"> </w:t>
            </w:r>
            <w:r w:rsidRPr="00E63D5D">
              <w:rPr>
                <w:rFonts w:ascii="Tahoma" w:hAnsi="Tahoma" w:cs="Tahoma"/>
                <w:i/>
                <w:iCs/>
                <w:sz w:val="16"/>
                <w:szCs w:val="16"/>
              </w:rPr>
              <w:t>výše)</w:t>
            </w:r>
            <w:r w:rsidRPr="00E63D5D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2597B7F0" w14:textId="77777777" w:rsidR="00E50027" w:rsidRPr="00E63D5D" w:rsidRDefault="00E50027" w:rsidP="00E50027">
            <w:pPr>
              <w:spacing w:after="0"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  <w:r w:rsidRPr="00E63D5D">
              <w:rPr>
                <w:rFonts w:ascii="Tahoma" w:hAnsi="Tahoma" w:cs="Tahoma"/>
                <w:bCs/>
                <w:i/>
              </w:rPr>
              <w:t>den.měsíc.rok</w:t>
            </w:r>
          </w:p>
          <w:p w14:paraId="48783E9D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4806F15D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4D665EF1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6B551B70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</w:rPr>
            </w:pPr>
          </w:p>
          <w:p w14:paraId="3B0A9A5D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</w:rPr>
            </w:pPr>
            <w:r w:rsidRPr="00E63D5D">
              <w:rPr>
                <w:rFonts w:ascii="Tahoma" w:hAnsi="Tahoma" w:cs="Tahoma"/>
                <w:b/>
                <w:bCs/>
              </w:rPr>
              <w:t>Den, měsíc, rok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20D0B33C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</w:rPr>
            </w:pPr>
            <w:r w:rsidRPr="00E63D5D">
              <w:rPr>
                <w:rFonts w:ascii="Tahoma" w:hAnsi="Tahoma" w:cs="Tahoma"/>
                <w:b/>
                <w:bCs/>
                <w:spacing w:val="1"/>
              </w:rPr>
              <w:t>Ti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t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ul</w:t>
            </w:r>
            <w:r w:rsidRPr="00E63D5D">
              <w:rPr>
                <w:rFonts w:ascii="Tahoma" w:hAnsi="Tahoma" w:cs="Tahoma"/>
                <w:b/>
                <w:bCs/>
              </w:rPr>
              <w:t>,</w:t>
            </w:r>
            <w:r w:rsidRPr="00E63D5D">
              <w:rPr>
                <w:rFonts w:ascii="Tahoma" w:hAnsi="Tahoma" w:cs="Tahoma"/>
                <w:b/>
                <w:bCs/>
                <w:spacing w:val="-6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j</w:t>
            </w:r>
            <w:r w:rsidRPr="00E63D5D">
              <w:rPr>
                <w:rFonts w:ascii="Tahoma" w:hAnsi="Tahoma" w:cs="Tahoma"/>
                <w:b/>
                <w:bCs/>
                <w:spacing w:val="-3"/>
              </w:rPr>
              <w:t>m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é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n</w:t>
            </w:r>
            <w:r w:rsidRPr="00E63D5D">
              <w:rPr>
                <w:rFonts w:ascii="Tahoma" w:hAnsi="Tahoma" w:cs="Tahoma"/>
                <w:b/>
                <w:bCs/>
              </w:rPr>
              <w:t>o</w:t>
            </w:r>
            <w:r w:rsidRPr="00E63D5D">
              <w:rPr>
                <w:rFonts w:ascii="Tahoma" w:hAnsi="Tahoma" w:cs="Tahoma"/>
                <w:b/>
                <w:bCs/>
                <w:spacing w:val="-6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</w:rPr>
              <w:t>a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 xml:space="preserve"> 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p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ř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í</w:t>
            </w:r>
            <w:r w:rsidRPr="00E63D5D">
              <w:rPr>
                <w:rFonts w:ascii="Tahoma" w:hAnsi="Tahoma" w:cs="Tahoma"/>
                <w:b/>
                <w:bCs/>
                <w:spacing w:val="2"/>
              </w:rPr>
              <w:t>j</w:t>
            </w:r>
            <w:r w:rsidRPr="00E63D5D">
              <w:rPr>
                <w:rFonts w:ascii="Tahoma" w:hAnsi="Tahoma" w:cs="Tahoma"/>
                <w:b/>
                <w:bCs/>
                <w:spacing w:val="-1"/>
              </w:rPr>
              <w:t>me</w:t>
            </w:r>
            <w:r w:rsidRPr="00E63D5D">
              <w:rPr>
                <w:rFonts w:ascii="Tahoma" w:hAnsi="Tahoma" w:cs="Tahoma"/>
                <w:b/>
                <w:bCs/>
                <w:spacing w:val="1"/>
              </w:rPr>
              <w:t>n</w:t>
            </w:r>
            <w:r w:rsidRPr="00E63D5D">
              <w:rPr>
                <w:rFonts w:ascii="Tahoma" w:hAnsi="Tahoma" w:cs="Tahoma"/>
                <w:b/>
                <w:bCs/>
              </w:rPr>
              <w:t>í školence</w:t>
            </w:r>
          </w:p>
        </w:tc>
        <w:tc>
          <w:tcPr>
            <w:tcW w:w="3035" w:type="dxa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single" w:sz="6" w:space="0" w:color="000000"/>
            </w:tcBorders>
            <w:shd w:val="clear" w:color="auto" w:fill="E7E6E6"/>
            <w:vAlign w:val="center"/>
          </w:tcPr>
          <w:p w14:paraId="0178C949" w14:textId="77777777" w:rsidR="00E50027" w:rsidRPr="00E63D5D" w:rsidRDefault="00E50027" w:rsidP="00540D9A">
            <w:pPr>
              <w:spacing w:line="272" w:lineRule="exact"/>
              <w:ind w:left="64" w:right="-20"/>
              <w:jc w:val="center"/>
              <w:rPr>
                <w:rFonts w:ascii="Tahoma" w:hAnsi="Tahoma" w:cs="Tahoma"/>
                <w:b/>
                <w:bCs/>
                <w:spacing w:val="1"/>
              </w:rPr>
            </w:pPr>
            <w:r w:rsidRPr="00E63D5D">
              <w:rPr>
                <w:rFonts w:ascii="Tahoma" w:hAnsi="Tahoma" w:cs="Tahoma"/>
                <w:b/>
                <w:bCs/>
                <w:spacing w:val="1"/>
              </w:rPr>
              <w:t>Podpis školence</w:t>
            </w:r>
          </w:p>
        </w:tc>
      </w:tr>
      <w:tr w:rsidR="00E50027" w:rsidRPr="00E63D5D" w14:paraId="38ED37B9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2CF0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CAE7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F1EC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60967D0" w14:textId="77777777" w:rsidTr="00ED208B">
        <w:trPr>
          <w:trHeight w:hRule="exact" w:val="465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F963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285E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9067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C4F6BEA" w14:textId="77777777" w:rsidTr="00ED208B">
        <w:trPr>
          <w:trHeight w:hRule="exact" w:val="424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0379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2131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44FA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1AA63944" w14:textId="77777777" w:rsidTr="00ED208B">
        <w:trPr>
          <w:trHeight w:hRule="exact" w:val="465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BE91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A059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4B9B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C00A30C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FA29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E7B1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4E63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D940C90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BDFC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37AC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AF13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6B91DE57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2E4C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E7DE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1E7A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69C66B1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BB18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6870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7ACA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73B63CC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7199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D6D3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42CE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3F764CE4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066D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64F3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A26F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1606857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09B4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19B1B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82A0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71FE7DC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FB4B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5762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17DB2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F4DEE61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EC6B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AA55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4BC70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490AAD2D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EC2F9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AAC1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8BBD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484E3BC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2662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6831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10DA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6333DA84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15BA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933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CBF4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3D4908F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2E93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9FF6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902F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571A6211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A7FF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BDB2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4533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B9D296D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0F946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7B6C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B49D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652A91A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B36E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622F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76E6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3EE8921D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E1BD1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E04C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B318D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A8339F5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A3C98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3A02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411FF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27EE0B09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32912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B72C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00574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7972E4E4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A0E37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04BCA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86F4E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E50027" w:rsidRPr="00E63D5D" w14:paraId="0B350C56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3EBB3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60905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4DA3C" w14:textId="77777777" w:rsidR="00E50027" w:rsidRPr="00E63D5D" w:rsidRDefault="00E5002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5A000B0E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6FF3C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A58EB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20B16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3E42ACA9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4FD8A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F6EBA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79603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036DDBEF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69262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A7BEB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09054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  <w:tr w:rsidR="001577B7" w:rsidRPr="00E63D5D" w14:paraId="60B4DDFB" w14:textId="77777777" w:rsidTr="00ED208B">
        <w:trPr>
          <w:trHeight w:hRule="exact" w:val="468"/>
          <w:jc w:val="center"/>
        </w:trPr>
        <w:tc>
          <w:tcPr>
            <w:tcW w:w="3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B0537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3DAF5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  <w:tc>
          <w:tcPr>
            <w:tcW w:w="3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3C9E3" w14:textId="77777777" w:rsidR="001577B7" w:rsidRPr="00E63D5D" w:rsidRDefault="001577B7" w:rsidP="0079214C">
            <w:pPr>
              <w:rPr>
                <w:rFonts w:ascii="Tahoma" w:hAnsi="Tahoma" w:cs="Tahoma"/>
              </w:rPr>
            </w:pPr>
          </w:p>
        </w:tc>
      </w:tr>
    </w:tbl>
    <w:p w14:paraId="15B4E231" w14:textId="77777777" w:rsidR="009064BA" w:rsidRDefault="009064BA" w:rsidP="00124DA8">
      <w:pPr>
        <w:tabs>
          <w:tab w:val="left" w:pos="3165"/>
        </w:tabs>
        <w:rPr>
          <w:rFonts w:ascii="Tahoma" w:hAnsi="Tahoma" w:cs="Tahoma"/>
          <w:sz w:val="22"/>
        </w:rPr>
      </w:pPr>
    </w:p>
    <w:p w14:paraId="57563CE1" w14:textId="77777777" w:rsidR="00E63D5D" w:rsidRPr="00E63D5D" w:rsidRDefault="00E63D5D" w:rsidP="00E63D5D">
      <w:pPr>
        <w:pStyle w:val="Zpat"/>
        <w:ind w:left="-426"/>
        <w:rPr>
          <w:rFonts w:ascii="Tahoma" w:hAnsi="Tahoma" w:cs="Tahoma"/>
        </w:rPr>
      </w:pPr>
      <w:r w:rsidRPr="00E63D5D">
        <w:rPr>
          <w:rFonts w:ascii="Tahoma" w:hAnsi="Tahoma" w:cs="Tahoma"/>
        </w:rPr>
        <w:t>*Dokument uchovávejte po celou dobu používání zdravotnického prostředku a 1 rok po jeho vyřazení z evidence.</w:t>
      </w:r>
    </w:p>
    <w:p w14:paraId="226A5DBB" w14:textId="77777777" w:rsidR="00E63D5D" w:rsidRDefault="00E63D5D" w:rsidP="00124DA8">
      <w:pPr>
        <w:tabs>
          <w:tab w:val="left" w:pos="3165"/>
        </w:tabs>
        <w:rPr>
          <w:rFonts w:ascii="Tahoma" w:hAnsi="Tahoma" w:cs="Tahoma"/>
          <w:sz w:val="22"/>
        </w:rPr>
      </w:pPr>
    </w:p>
    <w:p w14:paraId="659A882D" w14:textId="77777777" w:rsidR="00E63D5D" w:rsidRPr="00E63D5D" w:rsidRDefault="00E63D5D" w:rsidP="00E63D5D">
      <w:pPr>
        <w:tabs>
          <w:tab w:val="left" w:pos="3165"/>
        </w:tabs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</w:p>
    <w:sectPr w:rsidR="00E63D5D" w:rsidRPr="00E63D5D" w:rsidSect="00E63D5D">
      <w:headerReference w:type="default" r:id="rId10"/>
      <w:footerReference w:type="default" r:id="rId11"/>
      <w:pgSz w:w="11906" w:h="16838" w:code="9"/>
      <w:pgMar w:top="1560" w:right="1021" w:bottom="1135" w:left="1021" w:header="39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8408B" w14:textId="77777777" w:rsidR="001B2A5E" w:rsidRDefault="001B2A5E" w:rsidP="001F160B">
      <w:pPr>
        <w:spacing w:after="0" w:line="240" w:lineRule="auto"/>
      </w:pPr>
      <w:r>
        <w:separator/>
      </w:r>
    </w:p>
  </w:endnote>
  <w:endnote w:type="continuationSeparator" w:id="0">
    <w:p w14:paraId="2B16A51D" w14:textId="77777777" w:rsidR="001B2A5E" w:rsidRDefault="001B2A5E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24D11" w14:textId="77777777" w:rsidR="00E63D5D" w:rsidRPr="00E63D5D" w:rsidRDefault="00E63D5D" w:rsidP="00E63D5D">
    <w:pPr>
      <w:pStyle w:val="Zpat"/>
      <w:ind w:left="-426"/>
      <w:rPr>
        <w:rFonts w:ascii="Tahoma" w:hAnsi="Tahoma" w:cs="Tahoma"/>
        <w:i/>
        <w:iCs/>
        <w:sz w:val="18"/>
        <w:szCs w:val="18"/>
      </w:rPr>
    </w:pPr>
    <w:r w:rsidRPr="00E63D5D">
      <w:rPr>
        <w:rFonts w:ascii="Tahoma" w:hAnsi="Tahoma" w:cs="Tahoma"/>
        <w:i/>
        <w:iCs/>
        <w:sz w:val="18"/>
        <w:szCs w:val="18"/>
      </w:rPr>
      <w:t>OS_NPK_18_03_P_01</w:t>
    </w:r>
    <w:r w:rsidRPr="00E63D5D">
      <w:rPr>
        <w:rFonts w:ascii="Tahoma" w:hAnsi="Tahoma" w:cs="Tahoma"/>
        <w:i/>
        <w:iCs/>
        <w:sz w:val="18"/>
        <w:szCs w:val="18"/>
      </w:rPr>
      <w:tab/>
    </w:r>
    <w:r w:rsidRPr="00E63D5D">
      <w:rPr>
        <w:rFonts w:ascii="Tahoma" w:hAnsi="Tahoma" w:cs="Tahoma"/>
        <w:i/>
        <w:iCs/>
        <w:sz w:val="18"/>
        <w:szCs w:val="18"/>
      </w:rPr>
      <w:fldChar w:fldCharType="begin"/>
    </w:r>
    <w:r w:rsidRPr="00E63D5D">
      <w:rPr>
        <w:rFonts w:ascii="Tahoma" w:hAnsi="Tahoma" w:cs="Tahoma"/>
        <w:i/>
        <w:iCs/>
        <w:sz w:val="18"/>
        <w:szCs w:val="18"/>
      </w:rPr>
      <w:instrText>PAGE   \* MERGEFORMAT</w:instrText>
    </w:r>
    <w:r w:rsidRPr="00E63D5D">
      <w:rPr>
        <w:rFonts w:ascii="Tahoma" w:hAnsi="Tahoma" w:cs="Tahoma"/>
        <w:i/>
        <w:iCs/>
        <w:sz w:val="18"/>
        <w:szCs w:val="18"/>
      </w:rPr>
      <w:fldChar w:fldCharType="separate"/>
    </w:r>
    <w:r w:rsidRPr="00E63D5D">
      <w:rPr>
        <w:rFonts w:ascii="Tahoma" w:hAnsi="Tahoma" w:cs="Tahoma"/>
        <w:i/>
        <w:iCs/>
        <w:sz w:val="18"/>
        <w:szCs w:val="18"/>
      </w:rPr>
      <w:t>2</w:t>
    </w:r>
    <w:r w:rsidRPr="00E63D5D">
      <w:rPr>
        <w:rFonts w:ascii="Tahoma" w:hAnsi="Tahoma" w:cs="Tahoma"/>
        <w:i/>
        <w:iCs/>
        <w:sz w:val="18"/>
        <w:szCs w:val="18"/>
      </w:rPr>
      <w:fldChar w:fldCharType="end"/>
    </w:r>
    <w:r w:rsidRPr="00E63D5D">
      <w:rPr>
        <w:rFonts w:ascii="Tahoma" w:hAnsi="Tahoma" w:cs="Tahoma"/>
        <w:i/>
        <w:iCs/>
        <w:sz w:val="18"/>
        <w:szCs w:val="18"/>
      </w:rPr>
      <w:t>/2</w:t>
    </w:r>
  </w:p>
  <w:p w14:paraId="1733477D" w14:textId="77777777" w:rsidR="00E63D5D" w:rsidRDefault="00E63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14FE6" w14:textId="77777777" w:rsidR="001B2A5E" w:rsidRDefault="001B2A5E" w:rsidP="001F160B">
      <w:pPr>
        <w:spacing w:after="0" w:line="240" w:lineRule="auto"/>
      </w:pPr>
      <w:r>
        <w:separator/>
      </w:r>
    </w:p>
  </w:footnote>
  <w:footnote w:type="continuationSeparator" w:id="0">
    <w:p w14:paraId="15F78C94" w14:textId="77777777" w:rsidR="001B2A5E" w:rsidRDefault="001B2A5E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2180A" w14:textId="4D6B57B9" w:rsidR="00E63D5D" w:rsidRPr="00E63D5D" w:rsidRDefault="00A203A5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611AD702" wp14:editId="1CF0654F">
          <wp:simplePos x="0" y="0"/>
          <wp:positionH relativeFrom="column">
            <wp:posOffset>4272280</wp:posOffset>
          </wp:positionH>
          <wp:positionV relativeFrom="paragraph">
            <wp:posOffset>-120650</wp:posOffset>
          </wp:positionV>
          <wp:extent cx="2300605" cy="647700"/>
          <wp:effectExtent l="0" t="0" r="0" b="0"/>
          <wp:wrapSquare wrapText="bothSides"/>
          <wp:docPr id="5" name="Obrázek 1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3D5D" w:rsidRPr="00E63D5D">
      <w:rPr>
        <w:rFonts w:ascii="Tahoma" w:hAnsi="Tahoma" w:cs="Tahoma"/>
        <w:sz w:val="22"/>
        <w:szCs w:val="22"/>
      </w:rPr>
      <w:t xml:space="preserve">Nemocnice Pardubického kraje, a.s.                                            </w:t>
    </w:r>
  </w:p>
  <w:p w14:paraId="16E0E8DD" w14:textId="77777777" w:rsidR="00E63D5D" w:rsidRPr="00E63D5D" w:rsidRDefault="00E63D5D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sz w:val="22"/>
        <w:szCs w:val="22"/>
      </w:rPr>
      <w:t xml:space="preserve">Kyjevská 44, 532 03 Pardubice  </w:t>
    </w:r>
    <w:r w:rsidRPr="00E63D5D">
      <w:rPr>
        <w:rFonts w:ascii="Tahoma" w:hAnsi="Tahoma" w:cs="Tahoma"/>
        <w:sz w:val="22"/>
        <w:szCs w:val="22"/>
      </w:rPr>
      <w:tab/>
    </w:r>
  </w:p>
  <w:p w14:paraId="4D5226B9" w14:textId="77777777" w:rsidR="00E63D5D" w:rsidRPr="00E63D5D" w:rsidRDefault="00E63D5D" w:rsidP="00E63D5D">
    <w:pPr>
      <w:pStyle w:val="Zhlav"/>
      <w:ind w:left="-426"/>
      <w:rPr>
        <w:rFonts w:ascii="Tahoma" w:hAnsi="Tahoma" w:cs="Tahoma"/>
        <w:sz w:val="22"/>
        <w:szCs w:val="22"/>
      </w:rPr>
    </w:pPr>
    <w:r w:rsidRPr="00E63D5D">
      <w:rPr>
        <w:rFonts w:ascii="Tahoma" w:hAnsi="Tahoma" w:cs="Tahoma"/>
        <w:sz w:val="22"/>
        <w:szCs w:val="22"/>
      </w:rPr>
      <w:t xml:space="preserve">IČ: 275 20 536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64BC3"/>
    <w:multiLevelType w:val="multilevel"/>
    <w:tmpl w:val="FDCC1CE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-388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38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35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35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8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28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2442" w:hanging="2160"/>
      </w:pPr>
      <w:rPr>
        <w:rFonts w:hint="default"/>
      </w:rPr>
    </w:lvl>
  </w:abstractNum>
  <w:num w:numId="1" w16cid:durableId="82983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1B5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3A5B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BC1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4DA8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7B7"/>
    <w:rsid w:val="001578C8"/>
    <w:rsid w:val="0016038E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A5E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E7B11"/>
    <w:rsid w:val="001E7B29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1A2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4A3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0440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00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ADB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155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A5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12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01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8AF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AA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0D9A"/>
    <w:rsid w:val="00541291"/>
    <w:rsid w:val="0054191B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A2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6E0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3F1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760"/>
    <w:rsid w:val="006B7AF3"/>
    <w:rsid w:val="006C0A0D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94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90C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6E5C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2E60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14C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4D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3A5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650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6C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1E8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8BD"/>
    <w:rsid w:val="00950BB4"/>
    <w:rsid w:val="00951505"/>
    <w:rsid w:val="00951636"/>
    <w:rsid w:val="009526DB"/>
    <w:rsid w:val="0095317E"/>
    <w:rsid w:val="00953C91"/>
    <w:rsid w:val="00953E15"/>
    <w:rsid w:val="0095474A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0A34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855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4A82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6FBC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5DAF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456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3A5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996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867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0DE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4A7"/>
    <w:rsid w:val="00BE759C"/>
    <w:rsid w:val="00BE7D6C"/>
    <w:rsid w:val="00BE7F6E"/>
    <w:rsid w:val="00BF20EE"/>
    <w:rsid w:val="00BF2D12"/>
    <w:rsid w:val="00BF36A0"/>
    <w:rsid w:val="00BF3D32"/>
    <w:rsid w:val="00BF4116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6C5A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223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F53"/>
    <w:rsid w:val="00CA2EE7"/>
    <w:rsid w:val="00CA36E2"/>
    <w:rsid w:val="00CA3811"/>
    <w:rsid w:val="00CA40F5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0C9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0B9"/>
    <w:rsid w:val="00D16515"/>
    <w:rsid w:val="00D1695B"/>
    <w:rsid w:val="00D16EE8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02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8C7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B70"/>
    <w:rsid w:val="00E30A0B"/>
    <w:rsid w:val="00E314C2"/>
    <w:rsid w:val="00E3180A"/>
    <w:rsid w:val="00E31846"/>
    <w:rsid w:val="00E31ACA"/>
    <w:rsid w:val="00E31FD1"/>
    <w:rsid w:val="00E328D6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027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5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09F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08B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4FD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34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192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3A4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1F51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265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C83"/>
    <w:rsid w:val="00FC5F31"/>
    <w:rsid w:val="00FC5F39"/>
    <w:rsid w:val="00FC6318"/>
    <w:rsid w:val="00FC65F6"/>
    <w:rsid w:val="00FC66D7"/>
    <w:rsid w:val="00FC6B43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CFBCB15"/>
  <w15:chartTrackingRefBased/>
  <w15:docId w15:val="{42969C12-1FCC-43BE-BE7E-0273789C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qFormat/>
    <w:rsid w:val="00CB20C9"/>
    <w:pPr>
      <w:numPr>
        <w:numId w:val="1"/>
      </w:numPr>
      <w:tabs>
        <w:tab w:val="left" w:pos="0"/>
        <w:tab w:val="center" w:pos="426"/>
        <w:tab w:val="left" w:pos="1985"/>
      </w:tabs>
      <w:spacing w:after="0" w:line="240" w:lineRule="auto"/>
      <w:jc w:val="both"/>
      <w:outlineLvl w:val="0"/>
    </w:pPr>
    <w:rPr>
      <w:rFonts w:ascii="Tahoma" w:eastAsia="Times New Roman" w:hAnsi="Tahoma" w:cs="Tahoma"/>
      <w:b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character" w:customStyle="1" w:styleId="Nadpis1Char">
    <w:name w:val="Nadpis 1 Char"/>
    <w:link w:val="Nadpis1"/>
    <w:rsid w:val="00CB20C9"/>
    <w:rPr>
      <w:rFonts w:ascii="Tahoma" w:eastAsia="Times New Roman" w:hAnsi="Tahoma" w:cs="Tahoma"/>
      <w:b/>
      <w:sz w:val="24"/>
      <w:szCs w:val="24"/>
    </w:rPr>
  </w:style>
  <w:style w:type="character" w:styleId="Odkaznakoment">
    <w:name w:val="annotation reference"/>
    <w:uiPriority w:val="99"/>
    <w:semiHidden/>
    <w:unhideWhenUsed/>
    <w:rsid w:val="00BA60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0DE"/>
  </w:style>
  <w:style w:type="character" w:customStyle="1" w:styleId="TextkomenteChar">
    <w:name w:val="Text komentáře Char"/>
    <w:link w:val="Textkomente"/>
    <w:uiPriority w:val="99"/>
    <w:semiHidden/>
    <w:rsid w:val="00BA60DE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60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A60D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CD8F714DE9B749AAD565AAF16324E3" ma:contentTypeVersion="0" ma:contentTypeDescription="Vytvoří nový dokument" ma:contentTypeScope="" ma:versionID="28426bc671f15c08c6e8ae8f2bbce6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8FBBD-AD90-42EC-8568-C890C911D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DF9F9-6297-4ED2-821C-FDBFE9BB9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E56E8A-1783-4E50-A102-20548D59B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0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cp:lastModifiedBy>Buchtová Martina (PKN-ZAK)</cp:lastModifiedBy>
  <cp:revision>2</cp:revision>
  <dcterms:created xsi:type="dcterms:W3CDTF">2025-03-26T06:04:00Z</dcterms:created>
  <dcterms:modified xsi:type="dcterms:W3CDTF">2025-03-26T06:04:00Z</dcterms:modified>
</cp:coreProperties>
</file>